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66" w:rsidRPr="00C943D8" w:rsidRDefault="00FA6466" w:rsidP="00F51822">
      <w:pPr>
        <w:pStyle w:val="HeaderTitle"/>
        <w:rPr>
          <w:rFonts w:ascii="Verdana" w:hAnsi="Verdana"/>
          <w:sz w:val="28"/>
          <w:szCs w:val="28"/>
        </w:rPr>
      </w:pPr>
      <w:r w:rsidRPr="00173D67">
        <w:rPr>
          <w:rFonts w:ascii="Verdana" w:hAnsi="Verdana"/>
          <w:sz w:val="28"/>
          <w:szCs w:val="28"/>
        </w:rPr>
        <w:t xml:space="preserve">Functional </w:t>
      </w:r>
      <w:r w:rsidRPr="00C943D8">
        <w:rPr>
          <w:rFonts w:ascii="Verdana" w:hAnsi="Verdana"/>
          <w:sz w:val="28"/>
          <w:szCs w:val="28"/>
        </w:rPr>
        <w:t xml:space="preserve">Skills Maths Set 1 Entry 1: </w:t>
      </w:r>
      <w:r w:rsidRPr="00C943D8">
        <w:rPr>
          <w:rFonts w:ascii="Verdana" w:hAnsi="Verdana"/>
          <w:sz w:val="26"/>
          <w:szCs w:val="26"/>
        </w:rPr>
        <w:t>Sept 16 – Aug 17</w:t>
      </w:r>
    </w:p>
    <w:p w:rsidR="00BE1E47" w:rsidRPr="00C943D8" w:rsidRDefault="00F51822" w:rsidP="00BE1E47">
      <w:pPr>
        <w:pStyle w:val="HeaderTitle"/>
        <w:rPr>
          <w:rFonts w:ascii="Verdana" w:hAnsi="Verdana"/>
          <w:sz w:val="28"/>
          <w:szCs w:val="28"/>
        </w:rPr>
      </w:pPr>
      <w:r w:rsidRPr="00C943D8">
        <w:rPr>
          <w:rFonts w:ascii="Verdana" w:hAnsi="Verdana"/>
          <w:sz w:val="28"/>
          <w:szCs w:val="28"/>
        </w:rPr>
        <w:t>Assessment Record and Authentication Sheet</w:t>
      </w:r>
    </w:p>
    <w:p w:rsidR="00BE1E47" w:rsidRPr="00C943D8" w:rsidRDefault="00BE1E47" w:rsidP="00BE1E47">
      <w:pPr>
        <w:pStyle w:val="bodyheader"/>
        <w:rPr>
          <w:rFonts w:ascii="Verdana" w:hAnsi="Verdana"/>
          <w:sz w:val="20"/>
          <w:szCs w:val="20"/>
        </w:rPr>
      </w:pPr>
      <w:r w:rsidRPr="00C943D8">
        <w:rPr>
          <w:rFonts w:ascii="Verdana" w:hAnsi="Verdana"/>
          <w:sz w:val="20"/>
          <w:szCs w:val="20"/>
        </w:rPr>
        <w:t>Please co</w:t>
      </w:r>
      <w:r w:rsidR="00FA6466" w:rsidRPr="00C943D8">
        <w:rPr>
          <w:rFonts w:ascii="Verdana" w:hAnsi="Verdana"/>
          <w:sz w:val="20"/>
          <w:szCs w:val="20"/>
        </w:rPr>
        <w:t>mplete the following</w:t>
      </w:r>
      <w:r w:rsidRPr="00C943D8">
        <w:rPr>
          <w:rFonts w:ascii="Verdana" w:hAnsi="Verdana"/>
          <w:sz w:val="20"/>
          <w:szCs w:val="20"/>
        </w:rPr>
        <w:t xml:space="preserve"> (use a separate sheet for each learner).</w:t>
      </w:r>
    </w:p>
    <w:tbl>
      <w:tblPr>
        <w:tblW w:w="9606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4644"/>
        <w:gridCol w:w="4962"/>
      </w:tblGrid>
      <w:tr w:rsidR="00BE1E47" w:rsidRPr="00C943D8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C943D8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Style w:val="bodyheaderChar"/>
                <w:rFonts w:ascii="Verdana" w:hAnsi="Verdana"/>
                <w:sz w:val="20"/>
                <w:szCs w:val="20"/>
              </w:rPr>
              <w:t>Centre name:</w:t>
            </w:r>
            <w:r w:rsidRPr="00C943D8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C943D8" w:rsidRDefault="00AA18AE" w:rsidP="00F51822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C943D8">
              <w:rPr>
                <w:rStyle w:val="bodyheaderChar"/>
                <w:rFonts w:ascii="Verdana" w:hAnsi="Verdana"/>
                <w:sz w:val="20"/>
                <w:szCs w:val="20"/>
              </w:rPr>
              <w:t>Learner n</w:t>
            </w:r>
            <w:r w:rsidR="00BE1E47" w:rsidRPr="00C943D8">
              <w:rPr>
                <w:rStyle w:val="bodyheaderChar"/>
                <w:rFonts w:ascii="Verdana" w:hAnsi="Verdana"/>
                <w:sz w:val="20"/>
                <w:szCs w:val="20"/>
              </w:rPr>
              <w:t>ame:</w:t>
            </w:r>
            <w:r w:rsidR="00BE1E47" w:rsidRPr="00C943D8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BE1E47" w:rsidRPr="00C943D8" w:rsidTr="00FE5D5D">
        <w:tc>
          <w:tcPr>
            <w:tcW w:w="4644" w:type="dxa"/>
            <w:tcMar>
              <w:top w:w="85" w:type="dxa"/>
              <w:bottom w:w="28" w:type="dxa"/>
            </w:tcMar>
          </w:tcPr>
          <w:p w:rsidR="00BE1E47" w:rsidRPr="00C943D8" w:rsidRDefault="00BE1E47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Style w:val="bodyheaderChar"/>
                <w:rFonts w:ascii="Verdana" w:hAnsi="Verdana"/>
                <w:sz w:val="20"/>
                <w:szCs w:val="20"/>
              </w:rPr>
              <w:t>Centre number:</w:t>
            </w:r>
            <w:r w:rsidRPr="00C943D8">
              <w:rPr>
                <w:rFonts w:ascii="Verdana" w:hAnsi="Verdana"/>
                <w:szCs w:val="20"/>
              </w:rPr>
              <w:t xml:space="preserve"> </w:t>
            </w:r>
          </w:p>
        </w:tc>
        <w:tc>
          <w:tcPr>
            <w:tcW w:w="4962" w:type="dxa"/>
            <w:tcMar>
              <w:top w:w="85" w:type="dxa"/>
              <w:bottom w:w="28" w:type="dxa"/>
            </w:tcMar>
          </w:tcPr>
          <w:p w:rsidR="00BE1E47" w:rsidRPr="00C943D8" w:rsidRDefault="005E02FC" w:rsidP="00F51822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Style w:val="bodyheaderChar"/>
                <w:rFonts w:ascii="Verdana" w:hAnsi="Verdana"/>
                <w:sz w:val="20"/>
                <w:szCs w:val="20"/>
              </w:rPr>
              <w:t xml:space="preserve">Candidate </w:t>
            </w:r>
            <w:r w:rsidR="00AA18AE" w:rsidRPr="00C943D8">
              <w:rPr>
                <w:rStyle w:val="bodyheaderChar"/>
                <w:rFonts w:ascii="Verdana" w:hAnsi="Verdana"/>
                <w:sz w:val="20"/>
                <w:szCs w:val="20"/>
              </w:rPr>
              <w:t>n</w:t>
            </w:r>
            <w:r w:rsidR="00BE1E47" w:rsidRPr="00C943D8">
              <w:rPr>
                <w:rStyle w:val="bodyheaderChar"/>
                <w:rFonts w:ascii="Verdana" w:hAnsi="Verdana"/>
                <w:sz w:val="20"/>
                <w:szCs w:val="20"/>
              </w:rPr>
              <w:t>umber:</w:t>
            </w:r>
          </w:p>
        </w:tc>
      </w:tr>
    </w:tbl>
    <w:p w:rsidR="00BE1E47" w:rsidRPr="00C943D8" w:rsidRDefault="00BE1E47" w:rsidP="00BE1E47">
      <w:pPr>
        <w:pStyle w:val="Bodytext0"/>
        <w:rPr>
          <w:rFonts w:ascii="Verdana" w:hAnsi="Verdana"/>
          <w:szCs w:val="20"/>
        </w:rPr>
      </w:pPr>
    </w:p>
    <w:p w:rsidR="00BE1E47" w:rsidRPr="00C943D8" w:rsidRDefault="005E02FC" w:rsidP="00BE1E47">
      <w:pPr>
        <w:pStyle w:val="Bodytext0"/>
        <w:rPr>
          <w:rFonts w:ascii="Verdana" w:hAnsi="Verdana"/>
          <w:szCs w:val="20"/>
        </w:rPr>
      </w:pPr>
      <w:r w:rsidRPr="00C943D8">
        <w:rPr>
          <w:rFonts w:ascii="Verdana" w:hAnsi="Verdana"/>
          <w:color w:val="222222"/>
          <w:szCs w:val="20"/>
          <w:shd w:val="clear" w:color="auto" w:fill="FFFFFF"/>
        </w:rPr>
        <w:t>The learner</w:t>
      </w:r>
      <w:r w:rsidR="004A0DEB" w:rsidRPr="00C943D8">
        <w:rPr>
          <w:rFonts w:ascii="Verdana" w:hAnsi="Verdana"/>
          <w:color w:val="222222"/>
          <w:szCs w:val="20"/>
          <w:shd w:val="clear" w:color="auto" w:fill="FFFFFF"/>
        </w:rPr>
        <w:t> must complete all sections in the workbook at E</w:t>
      </w:r>
      <w:r w:rsidR="00B67174" w:rsidRPr="00C943D8">
        <w:rPr>
          <w:rFonts w:ascii="Verdana" w:hAnsi="Verdana"/>
          <w:color w:val="222222"/>
          <w:szCs w:val="20"/>
          <w:shd w:val="clear" w:color="auto" w:fill="FFFFFF"/>
        </w:rPr>
        <w:t xml:space="preserve">ntry </w:t>
      </w:r>
      <w:r w:rsidR="004A0DEB" w:rsidRPr="00C943D8">
        <w:rPr>
          <w:rFonts w:ascii="Verdana" w:hAnsi="Verdana"/>
          <w:color w:val="222222"/>
          <w:szCs w:val="20"/>
          <w:shd w:val="clear" w:color="auto" w:fill="FFFFFF"/>
        </w:rPr>
        <w:t>1</w:t>
      </w:r>
      <w:r w:rsidR="00BE1E47" w:rsidRPr="00C943D8">
        <w:rPr>
          <w:rFonts w:ascii="Verdana" w:hAnsi="Verdana"/>
          <w:szCs w:val="20"/>
        </w:rPr>
        <w:t xml:space="preserve">. </w:t>
      </w:r>
      <w:r w:rsidR="00B67174" w:rsidRPr="00C943D8">
        <w:rPr>
          <w:rFonts w:ascii="Verdana" w:hAnsi="Verdana"/>
          <w:szCs w:val="20"/>
        </w:rPr>
        <w:t xml:space="preserve">The </w:t>
      </w:r>
      <w:bookmarkStart w:id="0" w:name="_GoBack"/>
      <w:bookmarkEnd w:id="0"/>
      <w:r w:rsidR="00B67174" w:rsidRPr="00C943D8">
        <w:rPr>
          <w:rFonts w:ascii="Verdana" w:hAnsi="Verdana"/>
          <w:szCs w:val="20"/>
        </w:rPr>
        <w:t>c</w:t>
      </w:r>
      <w:r w:rsidR="00BE1E47" w:rsidRPr="00C943D8">
        <w:rPr>
          <w:rFonts w:ascii="Verdana" w:hAnsi="Verdana"/>
          <w:szCs w:val="20"/>
        </w:rPr>
        <w:t xml:space="preserve">ompleted </w:t>
      </w:r>
      <w:r w:rsidR="00AA18AE" w:rsidRPr="00C943D8">
        <w:rPr>
          <w:rFonts w:ascii="Verdana" w:hAnsi="Verdana"/>
          <w:szCs w:val="20"/>
        </w:rPr>
        <w:t>workbook</w:t>
      </w:r>
      <w:r w:rsidR="00BE1E47" w:rsidRPr="00C943D8">
        <w:rPr>
          <w:rFonts w:ascii="Verdana" w:hAnsi="Verdana"/>
          <w:szCs w:val="20"/>
        </w:rPr>
        <w:t xml:space="preserve"> must be attached to this record sheet.</w:t>
      </w:r>
    </w:p>
    <w:p w:rsidR="00BE1E47" w:rsidRPr="00C943D8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0" w:type="auto"/>
        <w:tblBorders>
          <w:top w:val="single" w:sz="12" w:space="0" w:color="999999"/>
          <w:left w:val="single" w:sz="12" w:space="0" w:color="999999"/>
          <w:bottom w:val="single" w:sz="12" w:space="0" w:color="999999"/>
          <w:right w:val="single" w:sz="12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3085"/>
        <w:gridCol w:w="3260"/>
        <w:gridCol w:w="2718"/>
        <w:gridCol w:w="513"/>
      </w:tblGrid>
      <w:tr w:rsidR="00BE1E47" w:rsidRPr="00C943D8" w:rsidTr="00FE5D5D">
        <w:tc>
          <w:tcPr>
            <w:tcW w:w="9576" w:type="dxa"/>
            <w:gridSpan w:val="4"/>
          </w:tcPr>
          <w:p w:rsidR="00BE1E47" w:rsidRPr="00C943D8" w:rsidRDefault="0077138C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Date(s) t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 xml:space="preserve">aken: </w:t>
            </w:r>
          </w:p>
        </w:tc>
      </w:tr>
      <w:tr w:rsidR="00BE1E47" w:rsidRPr="00C943D8" w:rsidTr="00FE5D5D">
        <w:trPr>
          <w:trHeight w:val="586"/>
        </w:trPr>
        <w:tc>
          <w:tcPr>
            <w:tcW w:w="3085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C943D8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 xml:space="preserve">Section 1 </w:t>
            </w:r>
          </w:p>
          <w:p w:rsidR="00BE1E47" w:rsidRPr="00C943D8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M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C943D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/</w:t>
            </w:r>
            <w:r w:rsidR="009F7173" w:rsidRPr="00C943D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999999"/>
              <w:bottom w:val="single" w:sz="6" w:space="0" w:color="999999"/>
            </w:tcBorders>
            <w:shd w:val="clear" w:color="auto" w:fill="auto"/>
          </w:tcPr>
          <w:p w:rsidR="00F51822" w:rsidRPr="00C943D8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 xml:space="preserve">Section 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 xml:space="preserve">2 </w:t>
            </w:r>
          </w:p>
          <w:p w:rsidR="00BE1E47" w:rsidRPr="00C943D8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M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C943D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/</w:t>
            </w:r>
            <w:r w:rsidR="00CB2E09" w:rsidRPr="00C943D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231" w:type="dxa"/>
            <w:gridSpan w:val="2"/>
          </w:tcPr>
          <w:p w:rsidR="00F51822" w:rsidRPr="00C943D8" w:rsidRDefault="004A0DEB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Section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 xml:space="preserve"> 3 </w:t>
            </w:r>
          </w:p>
          <w:p w:rsidR="00BE1E47" w:rsidRPr="00C943D8" w:rsidRDefault="00F51822" w:rsidP="00FE5D5D">
            <w:pPr>
              <w:pStyle w:val="bodyheader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M</w:t>
            </w:r>
            <w:r w:rsidR="00BE1E47" w:rsidRPr="00C943D8">
              <w:rPr>
                <w:rFonts w:ascii="Verdana" w:hAnsi="Verdana"/>
                <w:sz w:val="20"/>
                <w:szCs w:val="20"/>
              </w:rPr>
              <w:t>arks:</w:t>
            </w:r>
          </w:p>
          <w:p w:rsidR="00BE1E47" w:rsidRPr="00C943D8" w:rsidRDefault="00BE1E47" w:rsidP="00FE5D5D">
            <w:pPr>
              <w:pStyle w:val="bodyheader"/>
              <w:spacing w:before="0" w:after="0"/>
              <w:jc w:val="right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/</w:t>
            </w:r>
            <w:r w:rsidR="00CB2E09" w:rsidRPr="00C943D8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BE1E47" w:rsidRPr="00C943D8" w:rsidTr="00FE5D5D">
        <w:trPr>
          <w:trHeight w:val="934"/>
        </w:trPr>
        <w:tc>
          <w:tcPr>
            <w:tcW w:w="6345" w:type="dxa"/>
            <w:gridSpan w:val="2"/>
            <w:shd w:val="clear" w:color="auto" w:fill="E0E0E0"/>
          </w:tcPr>
          <w:p w:rsidR="00BE1E47" w:rsidRPr="00C943D8" w:rsidRDefault="00BE1E47" w:rsidP="002E3089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Fonts w:ascii="Verdana" w:hAnsi="Verdana"/>
                <w:szCs w:val="20"/>
              </w:rPr>
              <w:t>The pass</w:t>
            </w:r>
            <w:r w:rsidR="004E1071" w:rsidRPr="00C943D8">
              <w:rPr>
                <w:rFonts w:ascii="Verdana" w:hAnsi="Verdana"/>
                <w:szCs w:val="20"/>
              </w:rPr>
              <w:t xml:space="preserve"> percentage is 75%. To pass at E</w:t>
            </w:r>
            <w:r w:rsidRPr="00C943D8">
              <w:rPr>
                <w:rFonts w:ascii="Verdana" w:hAnsi="Verdana"/>
                <w:szCs w:val="20"/>
              </w:rPr>
              <w:t xml:space="preserve">ntry 1 the learner must score at least 12 marks out of the available 16 across the three </w:t>
            </w:r>
            <w:r w:rsidR="002E3089" w:rsidRPr="00C943D8">
              <w:rPr>
                <w:rFonts w:ascii="Verdana" w:hAnsi="Verdana"/>
                <w:szCs w:val="20"/>
              </w:rPr>
              <w:t>sections</w:t>
            </w:r>
            <w:r w:rsidRPr="00C943D8">
              <w:rPr>
                <w:rFonts w:ascii="Verdana" w:hAnsi="Verdana"/>
                <w:szCs w:val="20"/>
              </w:rPr>
              <w:t>.</w:t>
            </w:r>
          </w:p>
        </w:tc>
        <w:tc>
          <w:tcPr>
            <w:tcW w:w="3231" w:type="dxa"/>
            <w:gridSpan w:val="2"/>
          </w:tcPr>
          <w:p w:rsidR="00BE1E47" w:rsidRPr="00C943D8" w:rsidRDefault="00BE1E47" w:rsidP="00FE5D5D">
            <w:pPr>
              <w:pStyle w:val="bodyheader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Total Mark achieved:</w:t>
            </w:r>
          </w:p>
          <w:p w:rsidR="00BE1E47" w:rsidRPr="00C943D8" w:rsidRDefault="00BE1E47" w:rsidP="00FE5D5D">
            <w:pPr>
              <w:pStyle w:val="bodyheader"/>
              <w:jc w:val="right"/>
              <w:rPr>
                <w:rFonts w:ascii="Verdana" w:hAnsi="Verdana"/>
                <w:sz w:val="20"/>
                <w:szCs w:val="20"/>
              </w:rPr>
            </w:pPr>
            <w:r w:rsidRPr="00C943D8">
              <w:rPr>
                <w:rFonts w:ascii="Verdana" w:hAnsi="Verdana"/>
                <w:sz w:val="20"/>
                <w:szCs w:val="20"/>
              </w:rPr>
              <w:t>/16</w:t>
            </w:r>
          </w:p>
        </w:tc>
      </w:tr>
      <w:tr w:rsidR="005E02FC" w:rsidRPr="00C943D8" w:rsidTr="005E02FC">
        <w:tblPrEx>
          <w:tblBorders>
            <w:top w:val="single" w:sz="8" w:space="0" w:color="999999"/>
            <w:left w:val="single" w:sz="8" w:space="0" w:color="999999"/>
            <w:bottom w:val="single" w:sz="8" w:space="0" w:color="999999"/>
            <w:right w:val="single" w:sz="8" w:space="0" w:color="999999"/>
            <w:insideH w:val="single" w:sz="8" w:space="0" w:color="999999"/>
            <w:insideV w:val="single" w:sz="8" w:space="0" w:color="999999"/>
          </w:tblBorders>
        </w:tblPrEx>
        <w:tc>
          <w:tcPr>
            <w:tcW w:w="9063" w:type="dxa"/>
            <w:gridSpan w:val="3"/>
            <w:tcMar>
              <w:top w:w="85" w:type="dxa"/>
              <w:bottom w:w="28" w:type="dxa"/>
            </w:tcMar>
          </w:tcPr>
          <w:p w:rsidR="005E02FC" w:rsidRPr="00C943D8" w:rsidRDefault="005E02FC" w:rsidP="00734F6B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C943D8">
              <w:rPr>
                <w:rFonts w:ascii="Verdana" w:hAnsi="Verdana"/>
                <w:b/>
                <w:szCs w:val="20"/>
              </w:rPr>
              <w:t>Please tick box if the learner has achieved Entry 1</w:t>
            </w:r>
          </w:p>
        </w:tc>
        <w:tc>
          <w:tcPr>
            <w:tcW w:w="513" w:type="dxa"/>
            <w:tcMar>
              <w:top w:w="85" w:type="dxa"/>
              <w:bottom w:w="28" w:type="dxa"/>
            </w:tcMar>
          </w:tcPr>
          <w:p w:rsidR="005E02FC" w:rsidRPr="00C943D8" w:rsidRDefault="005E02FC" w:rsidP="00734F6B">
            <w:pPr>
              <w:pStyle w:val="Bodytext0"/>
              <w:rPr>
                <w:rFonts w:ascii="Verdana" w:hAnsi="Verdana"/>
                <w:b/>
                <w:szCs w:val="20"/>
              </w:rPr>
            </w:pPr>
            <w:r w:rsidRPr="00C943D8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C943D8">
              <w:rPr>
                <w:rFonts w:ascii="Verdana" w:hAnsi="Verdana"/>
                <w:szCs w:val="20"/>
              </w:rPr>
              <w:instrText xml:space="preserve"> FORMCHECKBOX </w:instrText>
            </w:r>
            <w:r w:rsidR="00C943D8" w:rsidRPr="00C943D8">
              <w:rPr>
                <w:rFonts w:ascii="Verdana" w:hAnsi="Verdana"/>
                <w:szCs w:val="20"/>
              </w:rPr>
            </w:r>
            <w:r w:rsidR="00C943D8" w:rsidRPr="00C943D8">
              <w:rPr>
                <w:rFonts w:ascii="Verdana" w:hAnsi="Verdana"/>
                <w:szCs w:val="20"/>
              </w:rPr>
              <w:fldChar w:fldCharType="separate"/>
            </w:r>
            <w:r w:rsidRPr="00C943D8">
              <w:rPr>
                <w:rFonts w:ascii="Verdana" w:hAnsi="Verdana"/>
                <w:szCs w:val="20"/>
              </w:rPr>
              <w:fldChar w:fldCharType="end"/>
            </w:r>
          </w:p>
        </w:tc>
      </w:tr>
    </w:tbl>
    <w:p w:rsidR="00BE1E47" w:rsidRPr="00C943D8" w:rsidRDefault="00BE1E47" w:rsidP="00BE1E47">
      <w:pPr>
        <w:pStyle w:val="Bodytext0"/>
        <w:rPr>
          <w:rFonts w:ascii="Verdana" w:hAnsi="Verdana"/>
          <w:szCs w:val="20"/>
        </w:rPr>
      </w:pPr>
    </w:p>
    <w:tbl>
      <w:tblPr>
        <w:tblW w:w="9571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9571"/>
      </w:tblGrid>
      <w:tr w:rsidR="00BE1E47" w:rsidRPr="00C943D8" w:rsidTr="00FE5D5D">
        <w:trPr>
          <w:trHeight w:val="804"/>
        </w:trPr>
        <w:tc>
          <w:tcPr>
            <w:tcW w:w="9571" w:type="dxa"/>
            <w:tcMar>
              <w:top w:w="85" w:type="dxa"/>
              <w:bottom w:w="28" w:type="dxa"/>
            </w:tcMar>
          </w:tcPr>
          <w:p w:rsidR="005E02FC" w:rsidRPr="00C943D8" w:rsidRDefault="005E02FC" w:rsidP="005E02FC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Fonts w:ascii="Verdana" w:hAnsi="Verdana"/>
                <w:szCs w:val="20"/>
              </w:rPr>
              <w:t>Give details of any assistance provided to the learner during the assessment.</w:t>
            </w: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4A0DEB" w:rsidP="004A0DEB">
            <w:pPr>
              <w:pStyle w:val="Bodytext0"/>
              <w:rPr>
                <w:rFonts w:ascii="Verdana" w:hAnsi="Verdana"/>
                <w:szCs w:val="20"/>
              </w:rPr>
            </w:pPr>
          </w:p>
          <w:p w:rsidR="004A0DEB" w:rsidRPr="00C943D8" w:rsidRDefault="005E02FC" w:rsidP="004A0DEB">
            <w:pPr>
              <w:pStyle w:val="Bodytext0"/>
              <w:rPr>
                <w:rFonts w:ascii="Verdana" w:hAnsi="Verdana"/>
                <w:szCs w:val="20"/>
              </w:rPr>
            </w:pPr>
            <w:r w:rsidRPr="00C943D8">
              <w:rPr>
                <w:rFonts w:ascii="Verdana" w:hAnsi="Verdana"/>
                <w:szCs w:val="20"/>
              </w:rPr>
              <w:t>(</w:t>
            </w:r>
            <w:proofErr w:type="gramStart"/>
            <w:r w:rsidRPr="00C943D8">
              <w:rPr>
                <w:rFonts w:ascii="Verdana" w:hAnsi="Verdana"/>
                <w:szCs w:val="20"/>
              </w:rPr>
              <w:t>attach</w:t>
            </w:r>
            <w:proofErr w:type="gramEnd"/>
            <w:r w:rsidRPr="00C943D8">
              <w:rPr>
                <w:rFonts w:ascii="Verdana" w:hAnsi="Verdana"/>
                <w:szCs w:val="20"/>
              </w:rPr>
              <w:t xml:space="preserve"> another page if you wish to make additional comments).</w:t>
            </w:r>
          </w:p>
        </w:tc>
      </w:tr>
    </w:tbl>
    <w:p w:rsidR="00BE1E47" w:rsidRPr="00C943D8" w:rsidRDefault="00BE1E47" w:rsidP="00BE1E47">
      <w:pPr>
        <w:rPr>
          <w:szCs w:val="20"/>
        </w:rPr>
      </w:pPr>
    </w:p>
    <w:p w:rsidR="00BE1E47" w:rsidRPr="00C943D8" w:rsidRDefault="00BE1E47" w:rsidP="00BE1E47">
      <w:pPr>
        <w:rPr>
          <w:szCs w:val="20"/>
        </w:rPr>
      </w:pPr>
      <w:r w:rsidRPr="00C943D8">
        <w:rPr>
          <w:szCs w:val="20"/>
        </w:rPr>
        <w:t>I confirm that this learner’s work has been supervised according to the instructions provided, and that it is the learner’s own work.</w:t>
      </w: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825D68" w:rsidP="00BE1E47">
      <w:pPr>
        <w:rPr>
          <w:szCs w:val="20"/>
        </w:rPr>
      </w:pPr>
      <w:r w:rsidRPr="00C943D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B0D1F0" wp14:editId="2B72C9F1">
                <wp:simplePos x="0" y="0"/>
                <wp:positionH relativeFrom="column">
                  <wp:posOffset>24130</wp:posOffset>
                </wp:positionH>
                <wp:positionV relativeFrom="paragraph">
                  <wp:posOffset>138430</wp:posOffset>
                </wp:positionV>
                <wp:extent cx="2752725" cy="542925"/>
                <wp:effectExtent l="5080" t="5080" r="13970" b="13970"/>
                <wp:wrapNone/>
                <wp:docPr id="6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name</w:t>
                            </w:r>
                            <w:r w:rsidR="00C82727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.9pt;margin-top:10.9pt;width:216.75pt;height:4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name</w:t>
                      </w:r>
                      <w:r w:rsidR="00C82727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Pr="00C943D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B9EFA6" wp14:editId="112BAFFD">
                <wp:simplePos x="0" y="0"/>
                <wp:positionH relativeFrom="column">
                  <wp:posOffset>2907665</wp:posOffset>
                </wp:positionH>
                <wp:positionV relativeFrom="paragraph">
                  <wp:posOffset>138430</wp:posOffset>
                </wp:positionV>
                <wp:extent cx="2955925" cy="542925"/>
                <wp:effectExtent l="12065" t="5080" r="13335" b="13970"/>
                <wp:wrapNone/>
                <wp:docPr id="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Assessor signature and date</w:t>
                            </w:r>
                            <w:r w:rsidR="00C82727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7" style="position:absolute;margin-left:228.95pt;margin-top:10.9pt;width:232.75pt;height:4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Assessor signature and date</w:t>
                      </w:r>
                      <w:r w:rsidR="00C82727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BE1E47" w:rsidP="00BE1E47">
      <w:pPr>
        <w:rPr>
          <w:szCs w:val="20"/>
        </w:rPr>
      </w:pPr>
    </w:p>
    <w:p w:rsidR="00BE1E47" w:rsidRPr="00C943D8" w:rsidRDefault="00825D68" w:rsidP="00BE1E47">
      <w:pPr>
        <w:rPr>
          <w:szCs w:val="20"/>
        </w:rPr>
      </w:pPr>
      <w:r w:rsidRPr="00C943D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B39FA" wp14:editId="4DBC0715">
                <wp:simplePos x="0" y="0"/>
                <wp:positionH relativeFrom="column">
                  <wp:posOffset>2907665</wp:posOffset>
                </wp:positionH>
                <wp:positionV relativeFrom="paragraph">
                  <wp:posOffset>277495</wp:posOffset>
                </wp:positionV>
                <wp:extent cx="2955925" cy="542925"/>
                <wp:effectExtent l="12065" t="10795" r="13335" b="8255"/>
                <wp:wrapNone/>
                <wp:docPr id="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59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>Learner</w:t>
                            </w:r>
                            <w:r w:rsidRPr="004D4BA4">
                              <w:rPr>
                                <w:b/>
                                <w:szCs w:val="20"/>
                              </w:rPr>
                              <w:t xml:space="preserve"> signature and date</w:t>
                            </w:r>
                            <w:r w:rsidR="00C82727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  <w:p w:rsidR="00C469EA" w:rsidRPr="004D4BA4" w:rsidRDefault="00C469EA" w:rsidP="00BE1E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8" style="position:absolute;margin-left:228.95pt;margin-top:21.85pt;width:232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>
                        <w:rPr>
                          <w:b/>
                          <w:szCs w:val="20"/>
                        </w:rPr>
                        <w:t>Learner</w:t>
                      </w:r>
                      <w:r w:rsidRPr="004D4BA4">
                        <w:rPr>
                          <w:b/>
                          <w:szCs w:val="20"/>
                        </w:rPr>
                        <w:t xml:space="preserve"> signature and date</w:t>
                      </w:r>
                      <w:r w:rsidR="00C82727">
                        <w:rPr>
                          <w:b/>
                          <w:szCs w:val="20"/>
                        </w:rPr>
                        <w:t>:</w:t>
                      </w:r>
                    </w:p>
                    <w:p w:rsidR="00C469EA" w:rsidRPr="004D4BA4" w:rsidRDefault="00C469EA" w:rsidP="00BE1E47"/>
                  </w:txbxContent>
                </v:textbox>
              </v:rect>
            </w:pict>
          </mc:Fallback>
        </mc:AlternateContent>
      </w:r>
      <w:r w:rsidRPr="00C943D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68939C" wp14:editId="63F39F7C">
                <wp:simplePos x="0" y="0"/>
                <wp:positionH relativeFrom="column">
                  <wp:posOffset>24130</wp:posOffset>
                </wp:positionH>
                <wp:positionV relativeFrom="paragraph">
                  <wp:posOffset>277495</wp:posOffset>
                </wp:positionV>
                <wp:extent cx="2702560" cy="542925"/>
                <wp:effectExtent l="5080" t="10795" r="6985" b="8255"/>
                <wp:wrapNone/>
                <wp:docPr id="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256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9EA" w:rsidRPr="004D4BA4" w:rsidRDefault="00C469EA" w:rsidP="00BE1E47">
                            <w:pPr>
                              <w:rPr>
                                <w:b/>
                                <w:szCs w:val="20"/>
                              </w:rPr>
                            </w:pPr>
                            <w:r w:rsidRPr="004D4BA4">
                              <w:rPr>
                                <w:b/>
                                <w:szCs w:val="20"/>
                              </w:rPr>
                              <w:t>Learner name</w:t>
                            </w:r>
                            <w:r w:rsidR="00C82727">
                              <w:rPr>
                                <w:b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9" style="position:absolute;margin-left:1.9pt;margin-top:21.85pt;width:212.8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">
                <v:textbox>
                  <w:txbxContent>
                    <w:p w:rsidR="00C469EA" w:rsidRPr="004D4BA4" w:rsidRDefault="00C469EA" w:rsidP="00BE1E47">
                      <w:pPr>
                        <w:rPr>
                          <w:b/>
                          <w:szCs w:val="20"/>
                        </w:rPr>
                      </w:pPr>
                      <w:r w:rsidRPr="004D4BA4">
                        <w:rPr>
                          <w:b/>
                          <w:szCs w:val="20"/>
                        </w:rPr>
                        <w:t>Learner name</w:t>
                      </w:r>
                      <w:r w:rsidR="00C82727">
                        <w:rPr>
                          <w:b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BE1E47" w:rsidRPr="00C943D8">
        <w:rPr>
          <w:szCs w:val="20"/>
        </w:rPr>
        <w:t>I confirm that this is my own work</w:t>
      </w:r>
      <w:r w:rsidR="00AA18AE" w:rsidRPr="00C943D8">
        <w:rPr>
          <w:szCs w:val="20"/>
        </w:rPr>
        <w:t>.</w:t>
      </w:r>
    </w:p>
    <w:p w:rsidR="009652C8" w:rsidRPr="00C943D8" w:rsidRDefault="009652C8" w:rsidP="00BE1E47">
      <w:pPr>
        <w:rPr>
          <w:szCs w:val="20"/>
        </w:rPr>
      </w:pPr>
    </w:p>
    <w:p w:rsidR="005E02FC" w:rsidRPr="00C943D8" w:rsidRDefault="005E02FC" w:rsidP="00BE1E47">
      <w:pPr>
        <w:rPr>
          <w:szCs w:val="20"/>
        </w:rPr>
      </w:pPr>
    </w:p>
    <w:p w:rsidR="005E02FC" w:rsidRPr="00C943D8" w:rsidRDefault="005E02FC" w:rsidP="00BE1E47">
      <w:pPr>
        <w:rPr>
          <w:szCs w:val="20"/>
        </w:rPr>
      </w:pPr>
    </w:p>
    <w:p w:rsidR="005E02FC" w:rsidRPr="00C943D8" w:rsidRDefault="005E02FC" w:rsidP="00BE1E47">
      <w:pPr>
        <w:rPr>
          <w:szCs w:val="20"/>
        </w:rPr>
      </w:pPr>
    </w:p>
    <w:p w:rsidR="005E02FC" w:rsidRPr="00C943D8" w:rsidRDefault="005E02FC" w:rsidP="00BE1E47">
      <w:pPr>
        <w:rPr>
          <w:szCs w:val="20"/>
        </w:rPr>
      </w:pPr>
    </w:p>
    <w:p w:rsidR="005E02FC" w:rsidRPr="00C943D8" w:rsidRDefault="005E02FC" w:rsidP="00BE1E47">
      <w:pPr>
        <w:rPr>
          <w:szCs w:val="20"/>
        </w:rPr>
      </w:pPr>
    </w:p>
    <w:p w:rsidR="005E02FC" w:rsidRDefault="005E02FC" w:rsidP="005E02FC">
      <w:pPr>
        <w:tabs>
          <w:tab w:val="right" w:pos="9752"/>
        </w:tabs>
        <w:rPr>
          <w:szCs w:val="20"/>
        </w:rPr>
      </w:pPr>
      <w:r w:rsidRPr="00C943D8">
        <w:rPr>
          <w:noProof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A53C2" wp14:editId="1CABE8AF">
                <wp:simplePos x="0" y="0"/>
                <wp:positionH relativeFrom="column">
                  <wp:posOffset>5429885</wp:posOffset>
                </wp:positionH>
                <wp:positionV relativeFrom="paragraph">
                  <wp:posOffset>1905</wp:posOffset>
                </wp:positionV>
                <wp:extent cx="222885" cy="212725"/>
                <wp:effectExtent l="10160" t="11430" r="5080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" cy="21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2FC" w:rsidRDefault="005E02FC" w:rsidP="005E0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427.55pt;margin-top:.15pt;width:17.55pt;height: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">
                <v:textbox>
                  <w:txbxContent>
                    <w:p w:rsidR="005E02FC" w:rsidRDefault="005E02FC" w:rsidP="005E02FC"/>
                  </w:txbxContent>
                </v:textbox>
              </v:shape>
            </w:pict>
          </mc:Fallback>
        </mc:AlternateContent>
      </w:r>
      <w:r w:rsidRPr="00C943D8">
        <w:rPr>
          <w:szCs w:val="20"/>
        </w:rPr>
        <w:t>Please tick if you are not happy for your work to be used by Pearson for training.</w:t>
      </w:r>
    </w:p>
    <w:p w:rsidR="005E02FC" w:rsidRPr="00173D67" w:rsidRDefault="005E02FC" w:rsidP="00BE1E47">
      <w:pPr>
        <w:rPr>
          <w:szCs w:val="20"/>
        </w:rPr>
      </w:pPr>
    </w:p>
    <w:sectPr w:rsidR="005E02FC" w:rsidRPr="00173D67" w:rsidSect="005F54E2">
      <w:headerReference w:type="default" r:id="rId8"/>
      <w:footerReference w:type="default" r:id="rId9"/>
      <w:headerReference w:type="first" r:id="rId10"/>
      <w:pgSz w:w="11906" w:h="16838" w:code="9"/>
      <w:pgMar w:top="1386" w:right="1077" w:bottom="680" w:left="1077" w:header="284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115" w:rsidRDefault="00A50115">
      <w:r>
        <w:separator/>
      </w:r>
    </w:p>
  </w:endnote>
  <w:endnote w:type="continuationSeparator" w:id="0">
    <w:p w:rsidR="00A50115" w:rsidRDefault="00A50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EA" w:rsidRDefault="00C469EA" w:rsidP="009A3AD4">
    <w:pPr>
      <w:pStyle w:val="Legalinformation"/>
    </w:pPr>
  </w:p>
  <w:p w:rsidR="00C469EA" w:rsidRPr="00763A40" w:rsidRDefault="00C469EA" w:rsidP="009A3AD4">
    <w:pPr>
      <w:pStyle w:val="Legalinformation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115" w:rsidRDefault="00A50115">
      <w:r>
        <w:separator/>
      </w:r>
    </w:p>
  </w:footnote>
  <w:footnote w:type="continuationSeparator" w:id="0">
    <w:p w:rsidR="00A50115" w:rsidRDefault="00A50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934BE8">
      <w:trPr>
        <w:trHeight w:hRule="exact" w:val="794"/>
      </w:trPr>
      <w:tc>
        <w:tcPr>
          <w:tcW w:w="11340" w:type="dxa"/>
        </w:tcPr>
        <w:p w:rsidR="00C469EA" w:rsidRDefault="0077138C" w:rsidP="00934BE8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1" name="Picture 1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69EA" w:rsidRDefault="00C469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285" w:tblpY="285"/>
      <w:tblOverlap w:val="never"/>
      <w:tblW w:w="1134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340"/>
    </w:tblGrid>
    <w:tr w:rsidR="00C469EA" w:rsidRPr="00E969ED">
      <w:trPr>
        <w:trHeight w:hRule="exact" w:val="794"/>
      </w:trPr>
      <w:tc>
        <w:tcPr>
          <w:tcW w:w="11340" w:type="dxa"/>
        </w:tcPr>
        <w:p w:rsidR="00C469EA" w:rsidRDefault="0077138C" w:rsidP="00CE5640">
          <w:pPr>
            <w:pStyle w:val="Header"/>
            <w:tabs>
              <w:tab w:val="clear" w:pos="4153"/>
              <w:tab w:val="clear" w:pos="8306"/>
            </w:tabs>
          </w:pPr>
          <w:r>
            <w:rPr>
              <w:noProof/>
              <w:lang w:eastAsia="ja-JP"/>
            </w:rPr>
            <w:drawing>
              <wp:inline distT="0" distB="0" distL="0" distR="0">
                <wp:extent cx="7198360" cy="499745"/>
                <wp:effectExtent l="19050" t="0" r="2540" b="0"/>
                <wp:docPr id="2" name="Picture 2" descr="DG_Bar_Blue_A4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G_Bar_Blue_A4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9836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469EA" w:rsidRPr="00934BE8">
      <w:trPr>
        <w:trHeight w:hRule="exact" w:val="794"/>
      </w:trPr>
      <w:tc>
        <w:tcPr>
          <w:tcW w:w="11340" w:type="dxa"/>
        </w:tcPr>
        <w:p w:rsidR="00C469EA" w:rsidRDefault="00C469EA" w:rsidP="00934BE8">
          <w:pPr>
            <w:pStyle w:val="Header"/>
            <w:tabs>
              <w:tab w:val="clear" w:pos="4153"/>
              <w:tab w:val="clear" w:pos="8306"/>
            </w:tabs>
          </w:pPr>
        </w:p>
      </w:tc>
    </w:tr>
  </w:tbl>
  <w:p w:rsidR="00C469EA" w:rsidRDefault="00C469EA" w:rsidP="004936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D4E1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7497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0B6BD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3E9A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CA7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74A74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723C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25E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1A4E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F86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E1C"/>
    <w:rsid w:val="0002360E"/>
    <w:rsid w:val="0002429C"/>
    <w:rsid w:val="000628A7"/>
    <w:rsid w:val="000632DE"/>
    <w:rsid w:val="00067C16"/>
    <w:rsid w:val="000728DD"/>
    <w:rsid w:val="00093759"/>
    <w:rsid w:val="000C3EDD"/>
    <w:rsid w:val="000D2D09"/>
    <w:rsid w:val="000E4162"/>
    <w:rsid w:val="001063C1"/>
    <w:rsid w:val="00106B84"/>
    <w:rsid w:val="00110456"/>
    <w:rsid w:val="001249BD"/>
    <w:rsid w:val="00133F93"/>
    <w:rsid w:val="00134EFB"/>
    <w:rsid w:val="00137ED5"/>
    <w:rsid w:val="00140458"/>
    <w:rsid w:val="001451FE"/>
    <w:rsid w:val="0014781F"/>
    <w:rsid w:val="00170D4B"/>
    <w:rsid w:val="00173D67"/>
    <w:rsid w:val="001D064E"/>
    <w:rsid w:val="001D634A"/>
    <w:rsid w:val="001F20F2"/>
    <w:rsid w:val="001F3654"/>
    <w:rsid w:val="0020098C"/>
    <w:rsid w:val="00201A13"/>
    <w:rsid w:val="0022090A"/>
    <w:rsid w:val="00234823"/>
    <w:rsid w:val="0023783A"/>
    <w:rsid w:val="002470F4"/>
    <w:rsid w:val="002922B6"/>
    <w:rsid w:val="002B0972"/>
    <w:rsid w:val="002B0F7B"/>
    <w:rsid w:val="002E3089"/>
    <w:rsid w:val="0031094B"/>
    <w:rsid w:val="003221CA"/>
    <w:rsid w:val="0032499B"/>
    <w:rsid w:val="003251A1"/>
    <w:rsid w:val="00333E4D"/>
    <w:rsid w:val="00341056"/>
    <w:rsid w:val="00366399"/>
    <w:rsid w:val="00373CAF"/>
    <w:rsid w:val="00377E6C"/>
    <w:rsid w:val="003824FC"/>
    <w:rsid w:val="0038550A"/>
    <w:rsid w:val="00393A26"/>
    <w:rsid w:val="003A7887"/>
    <w:rsid w:val="003D01D1"/>
    <w:rsid w:val="003D6576"/>
    <w:rsid w:val="003E2F89"/>
    <w:rsid w:val="003F3960"/>
    <w:rsid w:val="00405ABB"/>
    <w:rsid w:val="004151DC"/>
    <w:rsid w:val="00430D88"/>
    <w:rsid w:val="00464A54"/>
    <w:rsid w:val="00473BC3"/>
    <w:rsid w:val="00482A2E"/>
    <w:rsid w:val="00485D0B"/>
    <w:rsid w:val="00487010"/>
    <w:rsid w:val="00493603"/>
    <w:rsid w:val="00494B27"/>
    <w:rsid w:val="004A0DEB"/>
    <w:rsid w:val="004E1071"/>
    <w:rsid w:val="004E447B"/>
    <w:rsid w:val="004E5C86"/>
    <w:rsid w:val="00520E3E"/>
    <w:rsid w:val="00531E6B"/>
    <w:rsid w:val="00532402"/>
    <w:rsid w:val="005358F0"/>
    <w:rsid w:val="00535E5C"/>
    <w:rsid w:val="00542E54"/>
    <w:rsid w:val="005531DF"/>
    <w:rsid w:val="00577BFE"/>
    <w:rsid w:val="00592F1F"/>
    <w:rsid w:val="0059765B"/>
    <w:rsid w:val="005B0C7F"/>
    <w:rsid w:val="005C32E3"/>
    <w:rsid w:val="005E02FC"/>
    <w:rsid w:val="005E41F3"/>
    <w:rsid w:val="005E5BEA"/>
    <w:rsid w:val="005F54E2"/>
    <w:rsid w:val="006069E3"/>
    <w:rsid w:val="006121D9"/>
    <w:rsid w:val="0062392E"/>
    <w:rsid w:val="0063012D"/>
    <w:rsid w:val="00631397"/>
    <w:rsid w:val="00642188"/>
    <w:rsid w:val="00660FD8"/>
    <w:rsid w:val="00695865"/>
    <w:rsid w:val="006C10AB"/>
    <w:rsid w:val="006C5B17"/>
    <w:rsid w:val="006C63CC"/>
    <w:rsid w:val="006D5552"/>
    <w:rsid w:val="00704DB7"/>
    <w:rsid w:val="007348AA"/>
    <w:rsid w:val="00743BDE"/>
    <w:rsid w:val="00763A40"/>
    <w:rsid w:val="0077138C"/>
    <w:rsid w:val="00783AC5"/>
    <w:rsid w:val="0079347E"/>
    <w:rsid w:val="007A1499"/>
    <w:rsid w:val="007B36DA"/>
    <w:rsid w:val="007C4BAD"/>
    <w:rsid w:val="007D171E"/>
    <w:rsid w:val="007F4812"/>
    <w:rsid w:val="00824AF3"/>
    <w:rsid w:val="00825D68"/>
    <w:rsid w:val="008267CC"/>
    <w:rsid w:val="008434C5"/>
    <w:rsid w:val="008575F7"/>
    <w:rsid w:val="00863471"/>
    <w:rsid w:val="00863E44"/>
    <w:rsid w:val="00867EB6"/>
    <w:rsid w:val="00876013"/>
    <w:rsid w:val="00892418"/>
    <w:rsid w:val="008A0D76"/>
    <w:rsid w:val="008E200F"/>
    <w:rsid w:val="008E5201"/>
    <w:rsid w:val="008E6731"/>
    <w:rsid w:val="008E6843"/>
    <w:rsid w:val="00902B95"/>
    <w:rsid w:val="00905D1C"/>
    <w:rsid w:val="00906E1C"/>
    <w:rsid w:val="00917A69"/>
    <w:rsid w:val="00934BE8"/>
    <w:rsid w:val="0094746D"/>
    <w:rsid w:val="00962E8D"/>
    <w:rsid w:val="009652C8"/>
    <w:rsid w:val="009720E7"/>
    <w:rsid w:val="009756E4"/>
    <w:rsid w:val="00994614"/>
    <w:rsid w:val="009A3AD4"/>
    <w:rsid w:val="009A4B83"/>
    <w:rsid w:val="009B1C8A"/>
    <w:rsid w:val="009B28B6"/>
    <w:rsid w:val="009B28F2"/>
    <w:rsid w:val="009B4F74"/>
    <w:rsid w:val="009D3C97"/>
    <w:rsid w:val="009F7173"/>
    <w:rsid w:val="00A22888"/>
    <w:rsid w:val="00A4233F"/>
    <w:rsid w:val="00A47D1F"/>
    <w:rsid w:val="00A50115"/>
    <w:rsid w:val="00A52C42"/>
    <w:rsid w:val="00A63138"/>
    <w:rsid w:val="00A64C27"/>
    <w:rsid w:val="00A8132B"/>
    <w:rsid w:val="00AA18AE"/>
    <w:rsid w:val="00AE0599"/>
    <w:rsid w:val="00AE6867"/>
    <w:rsid w:val="00B03660"/>
    <w:rsid w:val="00B21075"/>
    <w:rsid w:val="00B212BA"/>
    <w:rsid w:val="00B26462"/>
    <w:rsid w:val="00B264C9"/>
    <w:rsid w:val="00B27649"/>
    <w:rsid w:val="00B27DD3"/>
    <w:rsid w:val="00B325E7"/>
    <w:rsid w:val="00B35CE2"/>
    <w:rsid w:val="00B62EB5"/>
    <w:rsid w:val="00B67174"/>
    <w:rsid w:val="00B85572"/>
    <w:rsid w:val="00B93041"/>
    <w:rsid w:val="00B94416"/>
    <w:rsid w:val="00B9518F"/>
    <w:rsid w:val="00BA18F1"/>
    <w:rsid w:val="00BB1688"/>
    <w:rsid w:val="00BB23ED"/>
    <w:rsid w:val="00BB565B"/>
    <w:rsid w:val="00BE039A"/>
    <w:rsid w:val="00BE1E47"/>
    <w:rsid w:val="00BE5184"/>
    <w:rsid w:val="00BF2343"/>
    <w:rsid w:val="00BF3638"/>
    <w:rsid w:val="00C05997"/>
    <w:rsid w:val="00C349B3"/>
    <w:rsid w:val="00C469EA"/>
    <w:rsid w:val="00C51571"/>
    <w:rsid w:val="00C6311A"/>
    <w:rsid w:val="00C644B7"/>
    <w:rsid w:val="00C82727"/>
    <w:rsid w:val="00C83C52"/>
    <w:rsid w:val="00C943D8"/>
    <w:rsid w:val="00CA286A"/>
    <w:rsid w:val="00CA7D6A"/>
    <w:rsid w:val="00CB2E09"/>
    <w:rsid w:val="00CE5640"/>
    <w:rsid w:val="00D12D0A"/>
    <w:rsid w:val="00D267F9"/>
    <w:rsid w:val="00D33B9A"/>
    <w:rsid w:val="00D363EE"/>
    <w:rsid w:val="00D444C9"/>
    <w:rsid w:val="00D46514"/>
    <w:rsid w:val="00D74CFF"/>
    <w:rsid w:val="00D86657"/>
    <w:rsid w:val="00D90B81"/>
    <w:rsid w:val="00DA5FDA"/>
    <w:rsid w:val="00DC075E"/>
    <w:rsid w:val="00DC54B9"/>
    <w:rsid w:val="00DD373E"/>
    <w:rsid w:val="00DE6E8B"/>
    <w:rsid w:val="00E243C9"/>
    <w:rsid w:val="00E37722"/>
    <w:rsid w:val="00E65143"/>
    <w:rsid w:val="00E701B2"/>
    <w:rsid w:val="00E8559E"/>
    <w:rsid w:val="00EA2127"/>
    <w:rsid w:val="00EA4BA6"/>
    <w:rsid w:val="00EC40AB"/>
    <w:rsid w:val="00EC6D11"/>
    <w:rsid w:val="00ED2315"/>
    <w:rsid w:val="00EF0491"/>
    <w:rsid w:val="00F00A95"/>
    <w:rsid w:val="00F27135"/>
    <w:rsid w:val="00F42F8D"/>
    <w:rsid w:val="00F51532"/>
    <w:rsid w:val="00F51822"/>
    <w:rsid w:val="00F5401D"/>
    <w:rsid w:val="00F736B6"/>
    <w:rsid w:val="00F82337"/>
    <w:rsid w:val="00F939FC"/>
    <w:rsid w:val="00FA6466"/>
    <w:rsid w:val="00FB461C"/>
    <w:rsid w:val="00FD301D"/>
    <w:rsid w:val="00FD7525"/>
    <w:rsid w:val="00FE5D5D"/>
    <w:rsid w:val="00FE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1DF"/>
    <w:rPr>
      <w:rFonts w:ascii="Verdana" w:hAnsi="Verdana"/>
      <w:szCs w:val="24"/>
    </w:rPr>
  </w:style>
  <w:style w:type="paragraph" w:styleId="Heading1">
    <w:name w:val="heading 1"/>
    <w:basedOn w:val="Normal"/>
    <w:next w:val="Normal"/>
    <w:qFormat/>
    <w:rsid w:val="004151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151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151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2764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B27649"/>
    <w:pPr>
      <w:tabs>
        <w:tab w:val="center" w:pos="4153"/>
        <w:tab w:val="right" w:pos="8306"/>
      </w:tabs>
    </w:pPr>
  </w:style>
  <w:style w:type="paragraph" w:customStyle="1" w:styleId="1pt">
    <w:name w:val="__1pt"/>
    <w:basedOn w:val="Normal"/>
    <w:semiHidden/>
    <w:rsid w:val="00A8132B"/>
    <w:pPr>
      <w:spacing w:line="20" w:lineRule="exact"/>
    </w:pPr>
  </w:style>
  <w:style w:type="paragraph" w:customStyle="1" w:styleId="Normal0">
    <w:name w:val="__Normal"/>
    <w:basedOn w:val="Normal"/>
    <w:semiHidden/>
    <w:rsid w:val="00863E44"/>
    <w:pPr>
      <w:spacing w:after="240"/>
      <w:contextualSpacing/>
    </w:pPr>
  </w:style>
  <w:style w:type="paragraph" w:customStyle="1" w:styleId="Bodytext">
    <w:name w:val="_Body text"/>
    <w:basedOn w:val="Normal0"/>
    <w:rsid w:val="00373CAF"/>
    <w:pPr>
      <w:contextualSpacing w:val="0"/>
    </w:pPr>
  </w:style>
  <w:style w:type="paragraph" w:styleId="BalloonText">
    <w:name w:val="Balloon Text"/>
    <w:basedOn w:val="Normal"/>
    <w:semiHidden/>
    <w:rsid w:val="00D444C9"/>
    <w:rPr>
      <w:rFonts w:ascii="Tahoma" w:hAnsi="Tahoma" w:cs="Tahoma"/>
      <w:sz w:val="16"/>
      <w:szCs w:val="16"/>
    </w:rPr>
  </w:style>
  <w:style w:type="paragraph" w:customStyle="1" w:styleId="Division">
    <w:name w:val="_Division"/>
    <w:basedOn w:val="Companyaddress"/>
    <w:rsid w:val="00B94416"/>
    <w:pPr>
      <w:framePr w:wrap="around"/>
      <w:spacing w:after="80"/>
    </w:pPr>
    <w:rPr>
      <w:b/>
      <w:caps/>
      <w:color w:val="364395"/>
      <w:szCs w:val="16"/>
    </w:rPr>
  </w:style>
  <w:style w:type="paragraph" w:customStyle="1" w:styleId="Companyaddress">
    <w:name w:val="_Company address"/>
    <w:basedOn w:val="Normal"/>
    <w:rsid w:val="00905D1C"/>
    <w:pPr>
      <w:framePr w:wrap="around" w:vAnchor="page" w:hAnchor="page" w:x="8648" w:y="2212" w:anchorLock="1"/>
    </w:pPr>
    <w:rPr>
      <w:sz w:val="16"/>
    </w:rPr>
  </w:style>
  <w:style w:type="paragraph" w:customStyle="1" w:styleId="Recipientaddress">
    <w:name w:val="_Recipient address"/>
    <w:basedOn w:val="Normal0"/>
    <w:rsid w:val="004151DC"/>
    <w:pPr>
      <w:spacing w:after="0"/>
      <w:contextualSpacing w:val="0"/>
    </w:pPr>
  </w:style>
  <w:style w:type="paragraph" w:customStyle="1" w:styleId="Subject">
    <w:name w:val="_Subject"/>
    <w:basedOn w:val="Normal0"/>
    <w:rsid w:val="00F5401D"/>
    <w:rPr>
      <w:b/>
    </w:rPr>
  </w:style>
  <w:style w:type="paragraph" w:customStyle="1" w:styleId="Date">
    <w:name w:val="_Date"/>
    <w:basedOn w:val="Normal0"/>
    <w:rsid w:val="000E4162"/>
    <w:pPr>
      <w:spacing w:after="480"/>
    </w:pPr>
  </w:style>
  <w:style w:type="paragraph" w:customStyle="1" w:styleId="Salutation">
    <w:name w:val="_Salutation"/>
    <w:basedOn w:val="Normal0"/>
    <w:rsid w:val="00373CAF"/>
    <w:pPr>
      <w:contextualSpacing w:val="0"/>
    </w:pPr>
  </w:style>
  <w:style w:type="paragraph" w:customStyle="1" w:styleId="Senderdetails">
    <w:name w:val="_Sender details"/>
    <w:basedOn w:val="Normal0"/>
    <w:rsid w:val="00AE6867"/>
  </w:style>
  <w:style w:type="character" w:customStyle="1" w:styleId="Sendername">
    <w:name w:val="_Sender name"/>
    <w:basedOn w:val="DefaultParagraphFont"/>
    <w:rsid w:val="005C32E3"/>
    <w:rPr>
      <w:rFonts w:ascii="Verdana" w:hAnsi="Verdana"/>
      <w:b/>
    </w:rPr>
  </w:style>
  <w:style w:type="paragraph" w:customStyle="1" w:styleId="Legalinformation">
    <w:name w:val="_Legal information"/>
    <w:basedOn w:val="Normal0"/>
    <w:rsid w:val="009756E4"/>
    <w:pPr>
      <w:spacing w:before="120" w:after="0"/>
      <w:contextualSpacing w:val="0"/>
    </w:pPr>
    <w:rPr>
      <w:sz w:val="12"/>
    </w:rPr>
  </w:style>
  <w:style w:type="table" w:styleId="TableGrid">
    <w:name w:val="Table Grid"/>
    <w:basedOn w:val="TableNormal"/>
    <w:semiHidden/>
    <w:rsid w:val="00DC0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baddress">
    <w:name w:val="_Web address"/>
    <w:basedOn w:val="Companyaddress"/>
    <w:rsid w:val="000E4162"/>
    <w:pPr>
      <w:framePr w:wrap="around" w:vAnchor="margin" w:hAnchor="text" w:xAlign="left" w:y="2439" w:anchorLock="0"/>
      <w:spacing w:before="80"/>
      <w:suppressOverlap/>
    </w:pPr>
  </w:style>
  <w:style w:type="paragraph" w:customStyle="1" w:styleId="Sign-off">
    <w:name w:val="_Sign-off"/>
    <w:basedOn w:val="Bodytext"/>
    <w:rsid w:val="00AE6867"/>
    <w:pPr>
      <w:spacing w:after="960"/>
    </w:pPr>
  </w:style>
  <w:style w:type="character" w:styleId="Hyperlink">
    <w:name w:val="Hyperlink"/>
    <w:basedOn w:val="DefaultParagraphFont"/>
    <w:semiHidden/>
    <w:rsid w:val="00133F93"/>
    <w:rPr>
      <w:rFonts w:ascii="Verdana" w:hAnsi="Verdana"/>
      <w:color w:val="auto"/>
      <w:sz w:val="20"/>
      <w:u w:val="none"/>
    </w:rPr>
  </w:style>
  <w:style w:type="paragraph" w:styleId="Title">
    <w:name w:val="Title"/>
    <w:basedOn w:val="Normal"/>
    <w:link w:val="TitleChar"/>
    <w:qFormat/>
    <w:rsid w:val="00CE5640"/>
    <w:pPr>
      <w:pBdr>
        <w:bottom w:val="single" w:sz="8" w:space="3" w:color="auto"/>
      </w:pBdr>
      <w:spacing w:after="360"/>
      <w:outlineLvl w:val="0"/>
    </w:pPr>
    <w:rPr>
      <w:rFonts w:ascii="Trebuchet MS" w:hAnsi="Trebuchet MS"/>
      <w:b/>
      <w:kern w:val="28"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CE5640"/>
    <w:rPr>
      <w:rFonts w:ascii="Trebuchet MS" w:hAnsi="Trebuchet MS"/>
      <w:b/>
      <w:kern w:val="28"/>
      <w:sz w:val="36"/>
    </w:rPr>
  </w:style>
  <w:style w:type="paragraph" w:customStyle="1" w:styleId="HeaderTitle">
    <w:name w:val="Header Title"/>
    <w:basedOn w:val="Normal"/>
    <w:rsid w:val="005F54E2"/>
    <w:rPr>
      <w:rFonts w:ascii="Trebuchet MS" w:hAnsi="Trebuchet MS"/>
      <w:b/>
      <w:sz w:val="24"/>
    </w:rPr>
  </w:style>
  <w:style w:type="paragraph" w:customStyle="1" w:styleId="Bodytext0">
    <w:name w:val="Bodytext"/>
    <w:basedOn w:val="Normal"/>
    <w:link w:val="BodytextChar"/>
    <w:rsid w:val="005F54E2"/>
    <w:rPr>
      <w:rFonts w:ascii="Trebuchet MS" w:hAnsi="Trebuchet MS"/>
    </w:rPr>
  </w:style>
  <w:style w:type="paragraph" w:customStyle="1" w:styleId="bodyheader">
    <w:name w:val="bodyheader"/>
    <w:basedOn w:val="Bodytext0"/>
    <w:link w:val="bodyheaderChar"/>
    <w:rsid w:val="005F54E2"/>
    <w:pPr>
      <w:spacing w:before="120" w:after="120"/>
    </w:pPr>
    <w:rPr>
      <w:b/>
      <w:sz w:val="24"/>
    </w:rPr>
  </w:style>
  <w:style w:type="character" w:customStyle="1" w:styleId="BodytextChar">
    <w:name w:val="Bodytext Char"/>
    <w:basedOn w:val="DefaultParagraphFont"/>
    <w:link w:val="Bodytext0"/>
    <w:rsid w:val="005F54E2"/>
    <w:rPr>
      <w:rFonts w:ascii="Trebuchet MS" w:hAnsi="Trebuchet MS"/>
      <w:szCs w:val="24"/>
    </w:rPr>
  </w:style>
  <w:style w:type="character" w:customStyle="1" w:styleId="bodyheaderChar">
    <w:name w:val="bodyheader Char"/>
    <w:basedOn w:val="BodytextChar"/>
    <w:link w:val="bodyheader"/>
    <w:rsid w:val="005F54E2"/>
    <w:rPr>
      <w:rFonts w:ascii="Trebuchet MS" w:hAnsi="Trebuchet MS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mmunications\BRAND%20microsite\Stationery%20templates\Pearson%20Interntational%20digital%20template\Blue\Pearson%20A4%20Letterhead_blu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Pearson A4 Letterhead_blue</Template>
  <TotalTime>8</TotalTime>
  <Pages>1</Pages>
  <Words>182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A4 Letterhead</vt:lpstr>
    </vt:vector>
  </TitlesOfParts>
  <Manager>James Travis, Rod Lambert</Manager>
  <Company>MediaSterling Ltd</Company>
  <LinksUpToDate>false</LinksUpToDate>
  <CharactersWithSpaces>1108</CharactersWithSpaces>
  <SharedDoc>false</SharedDoc>
  <HLinks>
    <vt:vector size="6" baseType="variant">
      <vt:variant>
        <vt:i4>2031660</vt:i4>
      </vt:variant>
      <vt:variant>
        <vt:i4>14</vt:i4>
      </vt:variant>
      <vt:variant>
        <vt:i4>0</vt:i4>
      </vt:variant>
      <vt:variant>
        <vt:i4>5</vt:i4>
      </vt:variant>
      <vt:variant>
        <vt:lpwstr>mailto:functionalskills@pearson.com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A4 Letterhead</dc:title>
  <dc:subject>Pearson A4 Letterhead</dc:subject>
  <dc:creator>Fionwhee</dc:creator>
  <dc:description>Built by: www.mediasterling.com</dc:description>
  <cp:lastModifiedBy>Ibekwe, Destiny</cp:lastModifiedBy>
  <cp:revision>3</cp:revision>
  <cp:lastPrinted>2010-10-27T10:19:00Z</cp:lastPrinted>
  <dcterms:created xsi:type="dcterms:W3CDTF">2016-07-04T13:32:00Z</dcterms:created>
  <dcterms:modified xsi:type="dcterms:W3CDTF">2016-07-08T13:17:00Z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v1.0.1</vt:lpwstr>
  </property>
  <property fmtid="{D5CDD505-2E9C-101B-9397-08002B2CF9AE}" pid="3" name="_AdHocReviewCycleID">
    <vt:i4>-119314924</vt:i4>
  </property>
  <property fmtid="{D5CDD505-2E9C-101B-9397-08002B2CF9AE}" pid="4" name="_EmailSubject">
    <vt:lpwstr>Templates on the shared drive</vt:lpwstr>
  </property>
  <property fmtid="{D5CDD505-2E9C-101B-9397-08002B2CF9AE}" pid="5" name="_AuthorEmail">
    <vt:lpwstr>caroline.warwick@pearson.com</vt:lpwstr>
  </property>
  <property fmtid="{D5CDD505-2E9C-101B-9397-08002B2CF9AE}" pid="6" name="_AuthorEmailDisplayName">
    <vt:lpwstr>Warwick, Caroline</vt:lpwstr>
  </property>
  <property fmtid="{D5CDD505-2E9C-101B-9397-08002B2CF9AE}" pid="7" name="_ReviewingToolsShownOnce">
    <vt:lpwstr/>
  </property>
</Properties>
</file>