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22" w:rsidRPr="00173D67" w:rsidRDefault="00F51822" w:rsidP="00F51822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Assessment Record and Authentication Sheet</w:t>
      </w:r>
    </w:p>
    <w:p w:rsidR="00BE1E47" w:rsidRPr="00173D67" w:rsidRDefault="00BE1E47" w:rsidP="00BE1E47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>Functional Skills Math</w:t>
      </w:r>
      <w:r w:rsidR="00310411">
        <w:rPr>
          <w:rFonts w:ascii="Verdana" w:hAnsi="Verdana"/>
          <w:sz w:val="28"/>
          <w:szCs w:val="28"/>
        </w:rPr>
        <w:t>ematic</w:t>
      </w:r>
      <w:r w:rsidRPr="00173D67">
        <w:rPr>
          <w:rFonts w:ascii="Verdana" w:hAnsi="Verdana"/>
          <w:sz w:val="28"/>
          <w:szCs w:val="28"/>
        </w:rPr>
        <w:t>s</w:t>
      </w:r>
      <w:r w:rsidR="0052133D">
        <w:rPr>
          <w:rFonts w:ascii="Verdana" w:hAnsi="Verdana"/>
          <w:sz w:val="28"/>
          <w:szCs w:val="28"/>
        </w:rPr>
        <w:t xml:space="preserve"> Set 1</w:t>
      </w:r>
      <w:r w:rsidRPr="00173D67">
        <w:rPr>
          <w:rFonts w:ascii="Verdana" w:hAnsi="Verdana"/>
          <w:sz w:val="28"/>
          <w:szCs w:val="28"/>
        </w:rPr>
        <w:t xml:space="preserve"> Entry 1:</w:t>
      </w:r>
      <w:r w:rsidR="00F51822">
        <w:rPr>
          <w:rFonts w:ascii="Verdana" w:hAnsi="Verdana"/>
          <w:sz w:val="28"/>
          <w:szCs w:val="28"/>
        </w:rPr>
        <w:t xml:space="preserve"> </w:t>
      </w:r>
      <w:r w:rsidR="00A27177">
        <w:rPr>
          <w:rFonts w:ascii="Verdana" w:hAnsi="Verdana"/>
          <w:sz w:val="26"/>
          <w:szCs w:val="26"/>
        </w:rPr>
        <w:t>Sept 14 – Aug 15</w:t>
      </w:r>
      <w:r w:rsidRPr="00F51822">
        <w:rPr>
          <w:rFonts w:ascii="Verdana" w:hAnsi="Verdana"/>
          <w:sz w:val="26"/>
          <w:szCs w:val="26"/>
        </w:rPr>
        <w:t xml:space="preserve"> </w:t>
      </w:r>
    </w:p>
    <w:p w:rsidR="00BE1E47" w:rsidRPr="00173D67" w:rsidRDefault="00BE1E47" w:rsidP="00BE1E47">
      <w:pPr>
        <w:pStyle w:val="bodyheader"/>
        <w:rPr>
          <w:rFonts w:ascii="Verdana" w:hAnsi="Verdana"/>
          <w:sz w:val="20"/>
          <w:szCs w:val="20"/>
        </w:rPr>
      </w:pPr>
      <w:r w:rsidRPr="00173D67">
        <w:rPr>
          <w:rFonts w:ascii="Verdana" w:hAnsi="Verdana"/>
          <w:sz w:val="20"/>
          <w:szCs w:val="20"/>
        </w:rPr>
        <w:t>Please use a separate sheet for each learner.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F51822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F51822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173D67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173D67" w:rsidRDefault="00BE1E47" w:rsidP="00F51822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173D67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173D67" w:rsidRDefault="00AA18AE" w:rsidP="00F51822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173D67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  <w:r w:rsidR="00BE1E47" w:rsidRPr="00173D67">
              <w:rPr>
                <w:rFonts w:ascii="Verdana" w:hAnsi="Verdana"/>
                <w:szCs w:val="20"/>
              </w:rPr>
              <w:t xml:space="preserve"> 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A27177" w:rsidRPr="00173D67" w:rsidRDefault="004A0DEB" w:rsidP="00BE1E47">
      <w:pPr>
        <w:pStyle w:val="Bodytext0"/>
        <w:rPr>
          <w:rFonts w:ascii="Verdana" w:hAnsi="Verdana"/>
          <w:szCs w:val="20"/>
        </w:rPr>
      </w:pPr>
      <w:r>
        <w:rPr>
          <w:rFonts w:ascii="Verdana" w:hAnsi="Verdana"/>
          <w:color w:val="222222"/>
          <w:szCs w:val="20"/>
          <w:shd w:val="clear" w:color="auto" w:fill="FFFFFF"/>
        </w:rPr>
        <w:t>Learners must complete all sections in the workbook at E</w:t>
      </w:r>
      <w:r w:rsidR="00B96FFF">
        <w:rPr>
          <w:rFonts w:ascii="Verdana" w:hAnsi="Verdana"/>
          <w:color w:val="222222"/>
          <w:szCs w:val="20"/>
          <w:shd w:val="clear" w:color="auto" w:fill="FFFFFF"/>
        </w:rPr>
        <w:t xml:space="preserve">ntry </w:t>
      </w:r>
      <w:r>
        <w:rPr>
          <w:rFonts w:ascii="Verdana" w:hAnsi="Verdana"/>
          <w:color w:val="222222"/>
          <w:szCs w:val="20"/>
          <w:shd w:val="clear" w:color="auto" w:fill="FFFFFF"/>
        </w:rPr>
        <w:t>1</w:t>
      </w:r>
      <w:r w:rsidR="00BE1E47" w:rsidRPr="00173D67">
        <w:rPr>
          <w:rFonts w:ascii="Verdana" w:hAnsi="Verdana"/>
          <w:szCs w:val="20"/>
        </w:rPr>
        <w:t xml:space="preserve">. </w:t>
      </w:r>
      <w:r w:rsidR="007E7CB3">
        <w:rPr>
          <w:rFonts w:ascii="Verdana" w:hAnsi="Verdana"/>
          <w:szCs w:val="20"/>
        </w:rPr>
        <w:t>The c</w:t>
      </w:r>
      <w:r w:rsidR="00BE1E47" w:rsidRPr="00173D67">
        <w:rPr>
          <w:rFonts w:ascii="Verdana" w:hAnsi="Verdana"/>
          <w:szCs w:val="20"/>
        </w:rPr>
        <w:t xml:space="preserve">ompleted </w:t>
      </w:r>
      <w:r w:rsidR="00AA18AE">
        <w:rPr>
          <w:rFonts w:ascii="Verdana" w:hAnsi="Verdana"/>
          <w:szCs w:val="20"/>
        </w:rPr>
        <w:t>workbook</w:t>
      </w:r>
      <w:r w:rsidR="00BE1E47" w:rsidRPr="00173D67">
        <w:rPr>
          <w:rFonts w:ascii="Verdana" w:hAnsi="Verdana"/>
          <w:szCs w:val="20"/>
        </w:rPr>
        <w:t xml:space="preserve"> must be attached to this record sheet.</w:t>
      </w: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3231"/>
      </w:tblGrid>
      <w:tr w:rsidR="00BE1E47" w:rsidRPr="00173D67" w:rsidTr="00FE5D5D">
        <w:tc>
          <w:tcPr>
            <w:tcW w:w="9576" w:type="dxa"/>
            <w:gridSpan w:val="3"/>
          </w:tcPr>
          <w:p w:rsidR="00BE1E47" w:rsidRPr="00173D67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</w:t>
            </w:r>
            <w:r w:rsidRPr="008B43F4">
              <w:rPr>
                <w:rFonts w:ascii="Verdana" w:hAnsi="Verdana"/>
                <w:sz w:val="20"/>
                <w:szCs w:val="20"/>
              </w:rPr>
              <w:t>(s)</w:t>
            </w:r>
            <w:r>
              <w:rPr>
                <w:rFonts w:ascii="Verdana" w:hAnsi="Verdana"/>
                <w:sz w:val="20"/>
                <w:szCs w:val="20"/>
              </w:rPr>
              <w:t xml:space="preserve"> t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173D67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F51822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173D67" w:rsidRDefault="00F51822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1410DE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F51822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173D67" w:rsidRDefault="00F51822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1410DE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231" w:type="dxa"/>
          </w:tcPr>
          <w:p w:rsidR="00F51822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Section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 xml:space="preserve"> 3 </w:t>
            </w:r>
          </w:p>
          <w:p w:rsidR="00BE1E47" w:rsidRPr="00173D67" w:rsidRDefault="00F51822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E1E47" w:rsidRPr="00173D67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173D67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="001410DE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BE1E47" w:rsidRPr="00173D67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173D67" w:rsidRDefault="00BE1E47" w:rsidP="004902DD">
            <w:pPr>
              <w:pStyle w:val="Bodytext0"/>
              <w:rPr>
                <w:rFonts w:ascii="Verdana" w:hAnsi="Verdana"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t>The pass</w:t>
            </w:r>
            <w:r w:rsidR="004E1071">
              <w:rPr>
                <w:rFonts w:ascii="Verdana" w:hAnsi="Verdana"/>
                <w:szCs w:val="20"/>
              </w:rPr>
              <w:t xml:space="preserve"> percentage is 75%. To pass at E</w:t>
            </w:r>
            <w:r w:rsidRPr="00173D67">
              <w:rPr>
                <w:rFonts w:ascii="Verdana" w:hAnsi="Verdana"/>
                <w:szCs w:val="20"/>
              </w:rPr>
              <w:t xml:space="preserve">ntry 1 the learner must score at least </w:t>
            </w:r>
            <w:r w:rsidRPr="00B9518F">
              <w:rPr>
                <w:rFonts w:ascii="Verdana" w:hAnsi="Verdana"/>
                <w:szCs w:val="20"/>
              </w:rPr>
              <w:t>12</w:t>
            </w:r>
            <w:r w:rsidRPr="00173D67">
              <w:rPr>
                <w:rFonts w:ascii="Verdana" w:hAnsi="Verdana"/>
                <w:szCs w:val="20"/>
              </w:rPr>
              <w:t xml:space="preserve"> marks out of the available </w:t>
            </w:r>
            <w:r w:rsidRPr="00B9518F">
              <w:rPr>
                <w:rFonts w:ascii="Verdana" w:hAnsi="Verdana"/>
                <w:szCs w:val="20"/>
              </w:rPr>
              <w:t>16</w:t>
            </w:r>
            <w:bookmarkStart w:id="0" w:name="_GoBack"/>
            <w:bookmarkEnd w:id="0"/>
            <w:r w:rsidRPr="00173D67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</w:tcPr>
          <w:p w:rsidR="00BE1E47" w:rsidRPr="00173D67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173D67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173D67">
              <w:rPr>
                <w:rFonts w:ascii="Verdana" w:hAnsi="Verdana"/>
                <w:sz w:val="20"/>
                <w:szCs w:val="20"/>
              </w:rPr>
              <w:t>/</w:t>
            </w:r>
            <w:r w:rsidRPr="00B9518F"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</w:tbl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173D67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063"/>
        <w:gridCol w:w="508"/>
      </w:tblGrid>
      <w:tr w:rsidR="00BE1E47" w:rsidRPr="00173D67" w:rsidTr="00FE5D5D">
        <w:tc>
          <w:tcPr>
            <w:tcW w:w="9076" w:type="dxa"/>
            <w:tcMar>
              <w:top w:w="85" w:type="dxa"/>
              <w:bottom w:w="28" w:type="dxa"/>
            </w:tcMar>
          </w:tcPr>
          <w:p w:rsidR="00BE1E47" w:rsidRPr="00173D67" w:rsidRDefault="00F51822" w:rsidP="00C469EA">
            <w:pPr>
              <w:pStyle w:val="Bodytext0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T</w:t>
            </w:r>
            <w:r w:rsidR="00BE1E47" w:rsidRPr="00173D67">
              <w:rPr>
                <w:rFonts w:ascii="Verdana" w:hAnsi="Verdana"/>
                <w:b/>
                <w:szCs w:val="20"/>
              </w:rPr>
              <w:t>ick</w:t>
            </w:r>
            <w:r>
              <w:rPr>
                <w:rFonts w:ascii="Verdana" w:hAnsi="Verdana"/>
                <w:b/>
                <w:szCs w:val="20"/>
              </w:rPr>
              <w:t xml:space="preserve"> the</w:t>
            </w:r>
            <w:r w:rsidR="00BE1E47" w:rsidRPr="00173D67">
              <w:rPr>
                <w:rFonts w:ascii="Verdana" w:hAnsi="Verdana"/>
                <w:b/>
                <w:szCs w:val="20"/>
              </w:rPr>
              <w:t xml:space="preserve"> box if the learner has achieved Entry 1</w:t>
            </w:r>
          </w:p>
        </w:tc>
        <w:tc>
          <w:tcPr>
            <w:tcW w:w="495" w:type="dxa"/>
            <w:tcMar>
              <w:top w:w="85" w:type="dxa"/>
              <w:bottom w:w="28" w:type="dxa"/>
            </w:tcMar>
          </w:tcPr>
          <w:p w:rsidR="00BE1E47" w:rsidRPr="00173D67" w:rsidRDefault="006D7BE0" w:rsidP="00FE5D5D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173D67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BE1E47" w:rsidRPr="00173D67">
              <w:rPr>
                <w:rFonts w:ascii="Verdana" w:hAnsi="Verdana"/>
                <w:szCs w:val="20"/>
              </w:rPr>
              <w:instrText xml:space="preserve"> FORMCHECKBOX </w:instrText>
            </w:r>
            <w:r w:rsidR="004902DD">
              <w:rPr>
                <w:rFonts w:ascii="Verdana" w:hAnsi="Verdana"/>
                <w:szCs w:val="20"/>
              </w:rPr>
            </w:r>
            <w:r w:rsidR="004902DD">
              <w:rPr>
                <w:rFonts w:ascii="Verdana" w:hAnsi="Verdana"/>
                <w:szCs w:val="20"/>
              </w:rPr>
              <w:fldChar w:fldCharType="separate"/>
            </w:r>
            <w:r w:rsidRPr="00173D67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BE1E47" w:rsidRPr="00173D67" w:rsidTr="00FE5D5D">
        <w:trPr>
          <w:trHeight w:val="804"/>
        </w:trPr>
        <w:tc>
          <w:tcPr>
            <w:tcW w:w="9571" w:type="dxa"/>
            <w:gridSpan w:val="2"/>
            <w:tcMar>
              <w:top w:w="85" w:type="dxa"/>
              <w:bottom w:w="28" w:type="dxa"/>
            </w:tcMar>
          </w:tcPr>
          <w:p w:rsidR="009102B7" w:rsidRDefault="009102B7" w:rsidP="009102B7">
            <w:pPr>
              <w:pStyle w:val="Bodytext0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Provide</w:t>
            </w:r>
            <w:r w:rsidRPr="00173D67">
              <w:rPr>
                <w:rFonts w:ascii="Verdana" w:hAnsi="Verdana"/>
                <w:szCs w:val="20"/>
              </w:rPr>
              <w:t xml:space="preserve"> details </w:t>
            </w:r>
            <w:r>
              <w:rPr>
                <w:rFonts w:ascii="Verdana" w:hAnsi="Verdana"/>
                <w:szCs w:val="20"/>
              </w:rPr>
              <w:t>of</w:t>
            </w:r>
            <w:r w:rsidRPr="00173D67">
              <w:rPr>
                <w:rFonts w:ascii="Verdana" w:hAnsi="Verdana"/>
                <w:szCs w:val="20"/>
              </w:rPr>
              <w:t xml:space="preserve"> any assistance </w:t>
            </w:r>
            <w:r>
              <w:rPr>
                <w:rFonts w:ascii="Verdana" w:hAnsi="Verdana"/>
                <w:szCs w:val="20"/>
              </w:rPr>
              <w:t xml:space="preserve">given </w:t>
            </w:r>
            <w:r w:rsidRPr="00173D67">
              <w:rPr>
                <w:rFonts w:ascii="Verdana" w:hAnsi="Verdana"/>
                <w:szCs w:val="20"/>
              </w:rPr>
              <w:t>to the learner during the assessment (</w:t>
            </w:r>
            <w:r>
              <w:rPr>
                <w:rFonts w:ascii="Verdana" w:hAnsi="Verdana"/>
                <w:szCs w:val="20"/>
              </w:rPr>
              <w:t>continue on additional sheets if needed</w:t>
            </w:r>
            <w:r w:rsidRPr="00173D67">
              <w:rPr>
                <w:rFonts w:ascii="Verdana" w:hAnsi="Verdana"/>
                <w:szCs w:val="20"/>
              </w:rPr>
              <w:t>)</w:t>
            </w:r>
            <w:r>
              <w:rPr>
                <w:rFonts w:ascii="Verdana" w:hAnsi="Verdana"/>
                <w:szCs w:val="20"/>
              </w:rPr>
              <w:t>.</w:t>
            </w: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173D67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</w:tc>
      </w:tr>
    </w:tbl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  <w:r w:rsidRPr="00173D67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8B43F4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5080" t="5080" r="13970" b="13970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2065" t="5080" r="13335" b="13970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BE1E47" w:rsidRPr="00173D67" w:rsidRDefault="00BE1E47" w:rsidP="00BE1E47">
      <w:pPr>
        <w:rPr>
          <w:szCs w:val="20"/>
        </w:rPr>
      </w:pPr>
    </w:p>
    <w:p w:rsidR="00AA18AE" w:rsidRDefault="00AA18AE" w:rsidP="00AA18AE">
      <w:pPr>
        <w:rPr>
          <w:szCs w:val="20"/>
        </w:rPr>
      </w:pPr>
    </w:p>
    <w:p w:rsidR="00AA18AE" w:rsidRPr="00173D67" w:rsidRDefault="004A0DEB" w:rsidP="00AA18AE">
      <w:pPr>
        <w:rPr>
          <w:szCs w:val="20"/>
        </w:rPr>
      </w:pPr>
      <w:r>
        <w:rPr>
          <w:szCs w:val="20"/>
        </w:rPr>
        <w:t>By signing the</w:t>
      </w:r>
      <w:r w:rsidR="00AA18AE" w:rsidRPr="00173D67">
        <w:rPr>
          <w:szCs w:val="20"/>
        </w:rPr>
        <w:t xml:space="preserve"> declaration you agree to your work being used to support Professional Development, onlin</w:t>
      </w:r>
      <w:r w:rsidR="00AA18AE">
        <w:rPr>
          <w:szCs w:val="20"/>
        </w:rPr>
        <w:t>e support and training of both c</w:t>
      </w:r>
      <w:r w:rsidR="00AA18AE" w:rsidRPr="00173D67">
        <w:rPr>
          <w:szCs w:val="20"/>
        </w:rPr>
        <w:t>entre</w:t>
      </w:r>
      <w:r w:rsidR="00AA18AE">
        <w:rPr>
          <w:szCs w:val="20"/>
        </w:rPr>
        <w:t xml:space="preserve"> </w:t>
      </w:r>
      <w:r w:rsidR="00AA18AE" w:rsidRPr="00173D67">
        <w:rPr>
          <w:szCs w:val="20"/>
        </w:rPr>
        <w:t xml:space="preserve">Assessors and </w:t>
      </w:r>
      <w:r w:rsidR="00AA18AE">
        <w:rPr>
          <w:szCs w:val="20"/>
        </w:rPr>
        <w:t>Pearson Standards</w:t>
      </w:r>
      <w:r w:rsidR="00AA18AE" w:rsidRPr="00173D67">
        <w:rPr>
          <w:szCs w:val="20"/>
        </w:rPr>
        <w:t xml:space="preserve"> Verifiers. If you have any concerns regarding this please contact </w:t>
      </w:r>
      <w:hyperlink r:id="rId9" w:history="1">
        <w:r w:rsidR="00AA18AE" w:rsidRPr="00173D67">
          <w:rPr>
            <w:rStyle w:val="Hyperlink"/>
            <w:szCs w:val="20"/>
          </w:rPr>
          <w:t>functionalskills@pearson.com</w:t>
        </w:r>
      </w:hyperlink>
    </w:p>
    <w:p w:rsidR="00BE1E47" w:rsidRPr="00173D67" w:rsidRDefault="00BE1E47" w:rsidP="00BE1E47">
      <w:pPr>
        <w:rPr>
          <w:szCs w:val="20"/>
        </w:rPr>
      </w:pPr>
    </w:p>
    <w:p w:rsidR="00BE1E47" w:rsidRPr="00173D67" w:rsidRDefault="008B43F4" w:rsidP="00BE1E47">
      <w:pPr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2065" t="10795" r="13335" b="8255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5080" t="10795" r="6985" b="8255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173D67">
        <w:rPr>
          <w:szCs w:val="20"/>
        </w:rPr>
        <w:t>I confirm that this is my own work</w:t>
      </w:r>
      <w:r w:rsidR="00AA18AE">
        <w:rPr>
          <w:szCs w:val="20"/>
        </w:rPr>
        <w:t>.</w:t>
      </w:r>
    </w:p>
    <w:p w:rsidR="009652C8" w:rsidRPr="00173D67" w:rsidRDefault="009652C8" w:rsidP="00BE1E47">
      <w:pPr>
        <w:rPr>
          <w:szCs w:val="20"/>
        </w:rPr>
      </w:pPr>
    </w:p>
    <w:sectPr w:rsidR="009652C8" w:rsidRPr="00173D67" w:rsidSect="005F54E2">
      <w:headerReference w:type="default" r:id="rId10"/>
      <w:footerReference w:type="default" r:id="rId11"/>
      <w:headerReference w:type="first" r:id="rId12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A69" w:rsidRDefault="00917A69">
      <w:r>
        <w:separator/>
      </w:r>
    </w:p>
  </w:endnote>
  <w:endnote w:type="continuationSeparator" w:id="0">
    <w:p w:rsidR="00917A69" w:rsidRDefault="00917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A69" w:rsidRDefault="00917A69">
      <w:r>
        <w:separator/>
      </w:r>
    </w:p>
  </w:footnote>
  <w:footnote w:type="continuationSeparator" w:id="0">
    <w:p w:rsidR="00917A69" w:rsidRDefault="00917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E4162"/>
    <w:rsid w:val="000E7535"/>
    <w:rsid w:val="001063C1"/>
    <w:rsid w:val="00106B84"/>
    <w:rsid w:val="00110456"/>
    <w:rsid w:val="001249BD"/>
    <w:rsid w:val="00133F93"/>
    <w:rsid w:val="00134EFB"/>
    <w:rsid w:val="00137ED5"/>
    <w:rsid w:val="00140458"/>
    <w:rsid w:val="001410DE"/>
    <w:rsid w:val="001451FE"/>
    <w:rsid w:val="0014781F"/>
    <w:rsid w:val="00170D4B"/>
    <w:rsid w:val="00173D67"/>
    <w:rsid w:val="001D064E"/>
    <w:rsid w:val="001F20F2"/>
    <w:rsid w:val="001F3654"/>
    <w:rsid w:val="0020098C"/>
    <w:rsid w:val="00201A13"/>
    <w:rsid w:val="0022090A"/>
    <w:rsid w:val="00234823"/>
    <w:rsid w:val="0023783A"/>
    <w:rsid w:val="002470F4"/>
    <w:rsid w:val="002922B6"/>
    <w:rsid w:val="002B0972"/>
    <w:rsid w:val="002B0F7B"/>
    <w:rsid w:val="002E3089"/>
    <w:rsid w:val="00300BE2"/>
    <w:rsid w:val="00310411"/>
    <w:rsid w:val="0031094B"/>
    <w:rsid w:val="003221CA"/>
    <w:rsid w:val="0032499B"/>
    <w:rsid w:val="003251A1"/>
    <w:rsid w:val="00333E4D"/>
    <w:rsid w:val="00341056"/>
    <w:rsid w:val="00366399"/>
    <w:rsid w:val="00373CAF"/>
    <w:rsid w:val="00377E6C"/>
    <w:rsid w:val="003824FC"/>
    <w:rsid w:val="0038550A"/>
    <w:rsid w:val="00393A26"/>
    <w:rsid w:val="003A7887"/>
    <w:rsid w:val="003D01D1"/>
    <w:rsid w:val="003D6576"/>
    <w:rsid w:val="003E2F89"/>
    <w:rsid w:val="003F3960"/>
    <w:rsid w:val="00405ABB"/>
    <w:rsid w:val="004151DC"/>
    <w:rsid w:val="00430D88"/>
    <w:rsid w:val="00464A54"/>
    <w:rsid w:val="00473BC3"/>
    <w:rsid w:val="00482A2E"/>
    <w:rsid w:val="00485D0B"/>
    <w:rsid w:val="004902DD"/>
    <w:rsid w:val="00493603"/>
    <w:rsid w:val="004A0DEB"/>
    <w:rsid w:val="004E1071"/>
    <w:rsid w:val="004E447B"/>
    <w:rsid w:val="004E5C86"/>
    <w:rsid w:val="00520E3E"/>
    <w:rsid w:val="0052133D"/>
    <w:rsid w:val="00531E6B"/>
    <w:rsid w:val="00532402"/>
    <w:rsid w:val="005358F0"/>
    <w:rsid w:val="00535E5C"/>
    <w:rsid w:val="00542E54"/>
    <w:rsid w:val="005531DF"/>
    <w:rsid w:val="00577BFE"/>
    <w:rsid w:val="00592F1F"/>
    <w:rsid w:val="0059765B"/>
    <w:rsid w:val="005B0C7F"/>
    <w:rsid w:val="005C32E3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95865"/>
    <w:rsid w:val="006C10AB"/>
    <w:rsid w:val="006C5B17"/>
    <w:rsid w:val="006C63CC"/>
    <w:rsid w:val="006D5552"/>
    <w:rsid w:val="006D7BE0"/>
    <w:rsid w:val="00704DB7"/>
    <w:rsid w:val="007348AA"/>
    <w:rsid w:val="00743BDE"/>
    <w:rsid w:val="00763A40"/>
    <w:rsid w:val="0077138C"/>
    <w:rsid w:val="00783AC5"/>
    <w:rsid w:val="0079347E"/>
    <w:rsid w:val="007A1499"/>
    <w:rsid w:val="007B36DA"/>
    <w:rsid w:val="007C4BAD"/>
    <w:rsid w:val="007D171E"/>
    <w:rsid w:val="007E7CB3"/>
    <w:rsid w:val="007F4812"/>
    <w:rsid w:val="00824AF3"/>
    <w:rsid w:val="008267CC"/>
    <w:rsid w:val="00856529"/>
    <w:rsid w:val="008575F7"/>
    <w:rsid w:val="00863471"/>
    <w:rsid w:val="00863E44"/>
    <w:rsid w:val="00867EB6"/>
    <w:rsid w:val="00876013"/>
    <w:rsid w:val="00892418"/>
    <w:rsid w:val="008A0D76"/>
    <w:rsid w:val="008B43F4"/>
    <w:rsid w:val="008E200F"/>
    <w:rsid w:val="008E5201"/>
    <w:rsid w:val="008E6731"/>
    <w:rsid w:val="008E6843"/>
    <w:rsid w:val="00902B95"/>
    <w:rsid w:val="00905D1C"/>
    <w:rsid w:val="00906E1C"/>
    <w:rsid w:val="009102B7"/>
    <w:rsid w:val="00917A69"/>
    <w:rsid w:val="00934BE8"/>
    <w:rsid w:val="0094746D"/>
    <w:rsid w:val="00962E8D"/>
    <w:rsid w:val="009652C8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9F7173"/>
    <w:rsid w:val="00A22888"/>
    <w:rsid w:val="00A27177"/>
    <w:rsid w:val="00A4233F"/>
    <w:rsid w:val="00A47D1F"/>
    <w:rsid w:val="00A52C42"/>
    <w:rsid w:val="00A63138"/>
    <w:rsid w:val="00A64C27"/>
    <w:rsid w:val="00A8132B"/>
    <w:rsid w:val="00AA18AE"/>
    <w:rsid w:val="00AE0599"/>
    <w:rsid w:val="00AE6867"/>
    <w:rsid w:val="00B03660"/>
    <w:rsid w:val="00B21075"/>
    <w:rsid w:val="00B212BA"/>
    <w:rsid w:val="00B26462"/>
    <w:rsid w:val="00B27649"/>
    <w:rsid w:val="00B27DD3"/>
    <w:rsid w:val="00B325E7"/>
    <w:rsid w:val="00B35CE2"/>
    <w:rsid w:val="00B62EB5"/>
    <w:rsid w:val="00B85572"/>
    <w:rsid w:val="00B93041"/>
    <w:rsid w:val="00B94416"/>
    <w:rsid w:val="00B9518F"/>
    <w:rsid w:val="00B96FFF"/>
    <w:rsid w:val="00BA18F1"/>
    <w:rsid w:val="00BB1688"/>
    <w:rsid w:val="00BB23ED"/>
    <w:rsid w:val="00BB2A9D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6311A"/>
    <w:rsid w:val="00C644B7"/>
    <w:rsid w:val="00C83C52"/>
    <w:rsid w:val="00CA286A"/>
    <w:rsid w:val="00CA7D6A"/>
    <w:rsid w:val="00CE5640"/>
    <w:rsid w:val="00D12D0A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C075E"/>
    <w:rsid w:val="00DC54B9"/>
    <w:rsid w:val="00DD373E"/>
    <w:rsid w:val="00DE6E8B"/>
    <w:rsid w:val="00E243C9"/>
    <w:rsid w:val="00E37722"/>
    <w:rsid w:val="00E65143"/>
    <w:rsid w:val="00E701B2"/>
    <w:rsid w:val="00E8559E"/>
    <w:rsid w:val="00EA2127"/>
    <w:rsid w:val="00EA4BA6"/>
    <w:rsid w:val="00EC40AB"/>
    <w:rsid w:val="00EC6D11"/>
    <w:rsid w:val="00ED2315"/>
    <w:rsid w:val="00EF0491"/>
    <w:rsid w:val="00F00A95"/>
    <w:rsid w:val="00F27135"/>
    <w:rsid w:val="00F51532"/>
    <w:rsid w:val="00F51822"/>
    <w:rsid w:val="00F5401D"/>
    <w:rsid w:val="00F736B6"/>
    <w:rsid w:val="00F82337"/>
    <w:rsid w:val="00F939FC"/>
    <w:rsid w:val="00FB461C"/>
    <w:rsid w:val="00FD301D"/>
    <w:rsid w:val="00FD7525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unctionalskills@pearson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5787-FAED-403B-B88B-53A2C467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</Template>
  <TotalTime>3</TotalTime>
  <Pages>1</Pages>
  <Words>190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1269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Garber, Tammy</cp:lastModifiedBy>
  <cp:revision>5</cp:revision>
  <cp:lastPrinted>2010-10-27T10:19:00Z</cp:lastPrinted>
  <dcterms:created xsi:type="dcterms:W3CDTF">2014-06-02T10:21:00Z</dcterms:created>
  <dcterms:modified xsi:type="dcterms:W3CDTF">2014-06-30T07:46:00Z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